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8D710" w14:textId="77777777" w:rsidR="00CC6F01" w:rsidRDefault="00CC6F01"/>
    <w:p w14:paraId="409F2B5F" w14:textId="77777777" w:rsidR="00CA5D51" w:rsidRDefault="00CA5D51"/>
    <w:p w14:paraId="6006855D" w14:textId="69833358" w:rsidR="008F3C46" w:rsidRDefault="00CA5D51" w:rsidP="008F3C46">
      <w:pPr>
        <w:pStyle w:val="Default"/>
      </w:pPr>
      <w:r w:rsidRPr="00CA5D51">
        <w:rPr>
          <w:b/>
          <w:bCs/>
        </w:rPr>
        <w:t>Kultuuriministeerium</w:t>
      </w:r>
      <w:r w:rsidRPr="00CA5D51">
        <w:tab/>
      </w:r>
      <w:r w:rsidRPr="00CA5D51">
        <w:tab/>
      </w:r>
      <w:r w:rsidRPr="00CA5D51">
        <w:tab/>
      </w:r>
      <w:r w:rsidRPr="00CA5D51">
        <w:tab/>
      </w:r>
      <w:r w:rsidRPr="00CA5D51">
        <w:tab/>
      </w:r>
      <w:r w:rsidR="0096628E">
        <w:t>Teie</w:t>
      </w:r>
      <w:r w:rsidRPr="00CA5D51">
        <w:t xml:space="preserve">  </w:t>
      </w:r>
      <w:r w:rsidR="008F3C46">
        <w:t>29.11.2024 nr 13-1/32-1</w:t>
      </w:r>
    </w:p>
    <w:p w14:paraId="354FBBF2" w14:textId="54EF8F67" w:rsidR="00CA5D51" w:rsidRPr="00CA5D51" w:rsidRDefault="0096628E" w:rsidP="0096628E">
      <w:pPr>
        <w:spacing w:after="0" w:line="240" w:lineRule="exact"/>
        <w:ind w:left="4956" w:firstLine="708"/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Meie</w:t>
      </w:r>
      <w:r w:rsidR="008F3C46">
        <w:rPr>
          <w:rFonts w:ascii="Times New Roman" w:hAnsi="Times New Roman" w:cs="Times New Roman"/>
          <w:sz w:val="24"/>
          <w:szCs w:val="24"/>
        </w:rPr>
        <w:t xml:space="preserve"> </w:t>
      </w:r>
      <w:r w:rsidR="00CA5D51" w:rsidRPr="00CA5D51">
        <w:rPr>
          <w:rFonts w:ascii="Times New Roman" w:hAnsi="Times New Roman" w:cs="Times New Roman"/>
          <w:sz w:val="24"/>
          <w:szCs w:val="24"/>
        </w:rPr>
        <w:t>13</w:t>
      </w:r>
      <w:r w:rsidR="00CA5D51" w:rsidRPr="00CA5D51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 xml:space="preserve">.12.2024 nr </w:t>
      </w:r>
      <w:r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>5-1/</w:t>
      </w:r>
      <w:r w:rsidR="00FE6C24">
        <w:rPr>
          <w:rFonts w:ascii="Times New Roman" w:eastAsia="Times New Roman" w:hAnsi="Times New Roman" w:cs="Times New Roman"/>
          <w:color w:val="171717"/>
          <w:sz w:val="24"/>
          <w:szCs w:val="24"/>
          <w:lang w:eastAsia="et-EE"/>
        </w:rPr>
        <w:t>483-1</w:t>
      </w:r>
    </w:p>
    <w:p w14:paraId="79D3A833" w14:textId="77777777" w:rsidR="00CA5D51" w:rsidRPr="00CA5D51" w:rsidRDefault="00CA5D51" w:rsidP="00CA5D51">
      <w:pPr>
        <w:pStyle w:val="Default"/>
      </w:pPr>
    </w:p>
    <w:p w14:paraId="47E89BA6" w14:textId="77777777" w:rsidR="00CA5D51" w:rsidRDefault="00CA5D51" w:rsidP="00FE6C24">
      <w:pPr>
        <w:pStyle w:val="Default"/>
      </w:pPr>
      <w:r w:rsidRPr="00CA5D51">
        <w:t xml:space="preserve"> </w:t>
      </w:r>
    </w:p>
    <w:p w14:paraId="25F81DF3" w14:textId="77777777" w:rsidR="00FE6C24" w:rsidRPr="00CA5D51" w:rsidRDefault="00FE6C24" w:rsidP="00FE6C24">
      <w:pPr>
        <w:pStyle w:val="Default"/>
      </w:pPr>
    </w:p>
    <w:p w14:paraId="2907EC15" w14:textId="77777777" w:rsidR="00FE6C24" w:rsidRDefault="00CA5D51" w:rsidP="00FE6C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5D51">
        <w:rPr>
          <w:rFonts w:ascii="Times New Roman" w:hAnsi="Times New Roman" w:cs="Times New Roman"/>
          <w:b/>
          <w:bCs/>
          <w:sz w:val="24"/>
          <w:szCs w:val="24"/>
        </w:rPr>
        <w:t xml:space="preserve">Kultuuriministri 26. jaanuari 2023. a käskkirja nr 24 </w:t>
      </w:r>
    </w:p>
    <w:p w14:paraId="710C60FE" w14:textId="77777777" w:rsidR="00FE6C24" w:rsidRDefault="00CA5D51" w:rsidP="00FE6C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5D51">
        <w:rPr>
          <w:rFonts w:ascii="Times New Roman" w:hAnsi="Times New Roman" w:cs="Times New Roman"/>
          <w:b/>
          <w:bCs/>
          <w:sz w:val="24"/>
          <w:szCs w:val="24"/>
        </w:rPr>
        <w:t xml:space="preserve">muutmise eelnõu kooskõlastamiseks ja arvamuse </w:t>
      </w:r>
    </w:p>
    <w:p w14:paraId="41A80818" w14:textId="2FF8A631" w:rsidR="00CA5D51" w:rsidRPr="00CA5D51" w:rsidRDefault="00CA5D51" w:rsidP="00FE6C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5D51">
        <w:rPr>
          <w:rFonts w:ascii="Times New Roman" w:hAnsi="Times New Roman" w:cs="Times New Roman"/>
          <w:b/>
          <w:bCs/>
          <w:sz w:val="24"/>
          <w:szCs w:val="24"/>
        </w:rPr>
        <w:t>avaldamiseks esitamine</w:t>
      </w:r>
    </w:p>
    <w:p w14:paraId="127D788D" w14:textId="77777777" w:rsidR="00FE6C24" w:rsidRDefault="00FE6C24" w:rsidP="00CA5D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F6FB3B" w14:textId="77777777" w:rsidR="00FE6C24" w:rsidRDefault="00FE6C24" w:rsidP="00CA5D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ECEE7B" w14:textId="748073BF" w:rsidR="00CA5D51" w:rsidRPr="00CA5D51" w:rsidRDefault="00CA5D51" w:rsidP="00CA5D51">
      <w:pPr>
        <w:jc w:val="both"/>
        <w:rPr>
          <w:rFonts w:ascii="Times New Roman" w:hAnsi="Times New Roman" w:cs="Times New Roman"/>
          <w:sz w:val="24"/>
          <w:szCs w:val="24"/>
        </w:rPr>
      </w:pPr>
      <w:r w:rsidRPr="00CA5D51">
        <w:rPr>
          <w:rFonts w:ascii="Times New Roman" w:hAnsi="Times New Roman" w:cs="Times New Roman"/>
          <w:sz w:val="24"/>
          <w:szCs w:val="24"/>
        </w:rPr>
        <w:t xml:space="preserve">Eesti Linnade ja Valdade Liit kooskõlastab eelnõu </w:t>
      </w:r>
      <w:r>
        <w:rPr>
          <w:rFonts w:ascii="Times New Roman" w:hAnsi="Times New Roman" w:cs="Times New Roman"/>
          <w:sz w:val="24"/>
          <w:szCs w:val="24"/>
        </w:rPr>
        <w:t xml:space="preserve">alljärgnevate </w:t>
      </w:r>
      <w:r w:rsidRPr="00CA5D51">
        <w:rPr>
          <w:rFonts w:ascii="Times New Roman" w:hAnsi="Times New Roman" w:cs="Times New Roman"/>
          <w:sz w:val="24"/>
          <w:szCs w:val="24"/>
        </w:rPr>
        <w:t>märkustega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37AF63" w14:textId="5F107AED" w:rsidR="00CA5D51" w:rsidRPr="003741E8" w:rsidRDefault="00CA5D51" w:rsidP="00FE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D51">
        <w:rPr>
          <w:rFonts w:ascii="Times New Roman" w:hAnsi="Times New Roman" w:cs="Times New Roman"/>
          <w:sz w:val="24"/>
          <w:szCs w:val="24"/>
        </w:rPr>
        <w:t>Palu</w:t>
      </w:r>
      <w:r>
        <w:rPr>
          <w:rFonts w:ascii="Times New Roman" w:hAnsi="Times New Roman" w:cs="Times New Roman"/>
          <w:sz w:val="24"/>
          <w:szCs w:val="24"/>
        </w:rPr>
        <w:t>me</w:t>
      </w:r>
      <w:r w:rsidRPr="00CA5D51">
        <w:rPr>
          <w:rFonts w:ascii="Times New Roman" w:hAnsi="Times New Roman" w:cs="Times New Roman"/>
          <w:sz w:val="24"/>
          <w:szCs w:val="24"/>
        </w:rPr>
        <w:t xml:space="preserve"> täpsusta</w:t>
      </w:r>
      <w:r>
        <w:rPr>
          <w:rFonts w:ascii="Times New Roman" w:hAnsi="Times New Roman" w:cs="Times New Roman"/>
          <w:sz w:val="24"/>
          <w:szCs w:val="24"/>
        </w:rPr>
        <w:t>da nimetatud eelnõus</w:t>
      </w:r>
      <w:r w:rsidRPr="00CA5D51">
        <w:rPr>
          <w:rFonts w:ascii="Times New Roman" w:hAnsi="Times New Roman" w:cs="Times New Roman"/>
          <w:sz w:val="24"/>
          <w:szCs w:val="24"/>
        </w:rPr>
        <w:t>,</w:t>
      </w:r>
      <w:r w:rsidR="003741E8">
        <w:rPr>
          <w:rFonts w:ascii="Times New Roman" w:hAnsi="Times New Roman" w:cs="Times New Roman"/>
          <w:sz w:val="24"/>
          <w:szCs w:val="24"/>
        </w:rPr>
        <w:t xml:space="preserve"> </w:t>
      </w:r>
      <w:r w:rsidRPr="00CA5D51">
        <w:rPr>
          <w:rFonts w:ascii="Times New Roman" w:hAnsi="Times New Roman" w:cs="Times New Roman"/>
          <w:sz w:val="24"/>
          <w:szCs w:val="24"/>
        </w:rPr>
        <w:t xml:space="preserve">mis on punktis </w:t>
      </w:r>
      <w:r w:rsidRPr="00CA5D51">
        <w:rPr>
          <w:rFonts w:ascii="Times New Roman" w:eastAsia="Times New Roman" w:hAnsi="Times New Roman" w:cs="Times New Roman"/>
          <w:sz w:val="24"/>
          <w:szCs w:val="24"/>
        </w:rPr>
        <w:t xml:space="preserve">3.5.2.1.4 mõiste „kohalike </w:t>
      </w:r>
      <w:r w:rsidRPr="00CA5D51">
        <w:rPr>
          <w:rFonts w:ascii="Times New Roman" w:eastAsia="Times New Roman" w:hAnsi="Times New Roman" w:cs="Times New Roman"/>
          <w:b/>
          <w:bCs/>
          <w:sz w:val="24"/>
          <w:szCs w:val="24"/>
        </w:rPr>
        <w:t>tugivõrgustike</w:t>
      </w:r>
      <w:r w:rsidRPr="00CA5D51">
        <w:rPr>
          <w:rFonts w:ascii="Times New Roman" w:eastAsia="Times New Roman" w:hAnsi="Times New Roman" w:cs="Times New Roman"/>
          <w:sz w:val="24"/>
          <w:szCs w:val="24"/>
        </w:rPr>
        <w:t xml:space="preserve"> arendamine“ ja punktis 4.1. mõiste „</w:t>
      </w:r>
      <w:r w:rsidRPr="00CA5D51">
        <w:rPr>
          <w:rFonts w:ascii="Times New Roman" w:eastAsia="Times New Roman" w:hAnsi="Times New Roman" w:cs="Times New Roman"/>
          <w:b/>
          <w:bCs/>
          <w:sz w:val="24"/>
          <w:szCs w:val="24"/>
        </w:rPr>
        <w:t>koostöövõrgustik</w:t>
      </w:r>
      <w:r w:rsidRPr="00CA5D51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Pr="00CA5D51">
        <w:rPr>
          <w:rFonts w:ascii="Times New Roman" w:eastAsia="Times New Roman" w:hAnsi="Times New Roman" w:cs="Times New Roman"/>
          <w:b/>
          <w:bCs/>
          <w:sz w:val="24"/>
          <w:szCs w:val="24"/>
        </w:rPr>
        <w:t>erinevus</w:t>
      </w:r>
      <w:r w:rsidRPr="00CA5D5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2D42C0" w14:textId="77777777" w:rsidR="00184D57" w:rsidRDefault="00184D57" w:rsidP="00FE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7A502E58" w14:textId="57E2503E" w:rsidR="00CA5D51" w:rsidRPr="00CA5D51" w:rsidRDefault="00CA5D51" w:rsidP="00FE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CA5D51">
        <w:rPr>
          <w:rFonts w:ascii="Times New Roman" w:hAnsi="Times New Roman" w:cs="Times New Roman"/>
          <w:sz w:val="24"/>
          <w:szCs w:val="24"/>
          <w:lang w:eastAsia="et-EE"/>
        </w:rPr>
        <w:t>Ettepanek</w:t>
      </w:r>
      <w:r w:rsidR="00C6445F">
        <w:rPr>
          <w:rFonts w:ascii="Times New Roman" w:hAnsi="Times New Roman" w:cs="Times New Roman"/>
          <w:sz w:val="24"/>
          <w:szCs w:val="24"/>
          <w:lang w:eastAsia="et-EE"/>
        </w:rPr>
        <w:t>ud</w:t>
      </w:r>
      <w:r w:rsidRPr="00CA5D51">
        <w:rPr>
          <w:rFonts w:ascii="Times New Roman" w:hAnsi="Times New Roman" w:cs="Times New Roman"/>
          <w:sz w:val="24"/>
          <w:szCs w:val="24"/>
          <w:lang w:eastAsia="et-EE"/>
        </w:rPr>
        <w:t>:</w:t>
      </w:r>
    </w:p>
    <w:p w14:paraId="710EEDD0" w14:textId="77777777" w:rsidR="00CA5D51" w:rsidRPr="00CA5D51" w:rsidRDefault="00CA5D51" w:rsidP="00FE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CA5D51">
        <w:rPr>
          <w:rFonts w:ascii="Times New Roman" w:hAnsi="Times New Roman" w:cs="Times New Roman"/>
          <w:sz w:val="24"/>
          <w:szCs w:val="24"/>
          <w:lang w:eastAsia="et-EE"/>
        </w:rPr>
        <w:t>1) punktis „7.3.9 transpordikulu, sealhulgas sihtrühma, KOV ametnike ja töötajate ning tegevustesse kaasatud isikute kulu punktides 3.5.1.3.3, 3.5.1.3.4, 3.5.1.4.2 ja 3.5.2.1.1 nimetatud tegevuste puhul;“</w:t>
      </w:r>
    </w:p>
    <w:p w14:paraId="64C62A8A" w14:textId="77777777" w:rsidR="00CA5D51" w:rsidRDefault="00CA5D51" w:rsidP="00FE6C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5D51">
        <w:rPr>
          <w:rFonts w:ascii="Times New Roman" w:hAnsi="Times New Roman" w:cs="Times New Roman"/>
          <w:b/>
          <w:bCs/>
          <w:sz w:val="24"/>
          <w:szCs w:val="24"/>
        </w:rPr>
        <w:t>Ettepanek asendada punkt 3.5.2.1.1 punktiga 3.5.2.1.</w:t>
      </w:r>
    </w:p>
    <w:p w14:paraId="16E8ABCA" w14:textId="032C93A1" w:rsidR="00C6445F" w:rsidRPr="00552D37" w:rsidRDefault="00C6445F" w:rsidP="00FE6C24">
      <w:pPr>
        <w:pStyle w:val="Loendilik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</w:pPr>
      <w:r w:rsidRPr="00C6445F">
        <w:rPr>
          <w:rFonts w:ascii="Times New Roman" w:hAnsi="Times New Roman" w:cs="Times New Roman"/>
          <w:sz w:val="24"/>
          <w:szCs w:val="24"/>
        </w:rPr>
        <w:t xml:space="preserve">Selgitus soovime, 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et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partneril 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oleks abikõlblik </w:t>
      </w:r>
      <w:r w:rsidR="00813A54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>transpordikulu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 sihtrühmale</w:t>
      </w:r>
      <w:r w:rsidR="00813A54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 kõikides tegevustes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, mitte </w:t>
      </w:r>
      <w:r w:rsidR="00813A54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>ainult punktis 3.5.2.1.1 nimetatud tegevuses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>.</w:t>
      </w:r>
    </w:p>
    <w:p w14:paraId="5F3F1C6B" w14:textId="77132199" w:rsidR="00C6445F" w:rsidRPr="00C6445F" w:rsidRDefault="00C6445F" w:rsidP="00FE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</w:p>
    <w:p w14:paraId="215AD237" w14:textId="77777777" w:rsidR="00CA5D51" w:rsidRPr="00CA5D51" w:rsidRDefault="00CA5D51" w:rsidP="00FE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D51">
        <w:rPr>
          <w:rFonts w:ascii="Times New Roman" w:hAnsi="Times New Roman" w:cs="Times New Roman"/>
          <w:sz w:val="24"/>
          <w:szCs w:val="24"/>
          <w:lang w:eastAsia="et-EE"/>
        </w:rPr>
        <w:t>2) punktis „7.3.11 esineja tasu punktides 3.5.1.3.3, 3.5.1.4.2, 3.5.2.1.2 ja 3.5.2.1.1 nimetatud tegevuste puhul;“</w:t>
      </w:r>
    </w:p>
    <w:p w14:paraId="343F58E7" w14:textId="77777777" w:rsidR="00CA5D51" w:rsidRPr="00CA5D51" w:rsidRDefault="00CA5D51" w:rsidP="00FE6C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5D51">
        <w:rPr>
          <w:rFonts w:ascii="Times New Roman" w:hAnsi="Times New Roman" w:cs="Times New Roman"/>
          <w:b/>
          <w:bCs/>
          <w:sz w:val="24"/>
          <w:szCs w:val="24"/>
        </w:rPr>
        <w:t>Ettepanek asendada punkt 3.5.2.1.1 ja 3.5.2.1.2 punktiga 3.5.2.1.</w:t>
      </w:r>
    </w:p>
    <w:p w14:paraId="591CD79C" w14:textId="322356FB" w:rsidR="00813A54" w:rsidRPr="00552D37" w:rsidRDefault="00813A54" w:rsidP="00FE6C24">
      <w:pPr>
        <w:pStyle w:val="Loendilik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</w:pPr>
      <w:r w:rsidRPr="00C6445F">
        <w:rPr>
          <w:rFonts w:ascii="Times New Roman" w:hAnsi="Times New Roman" w:cs="Times New Roman"/>
          <w:sz w:val="24"/>
          <w:szCs w:val="24"/>
        </w:rPr>
        <w:t xml:space="preserve">Selgitus soovime, 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et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partneril 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oleks abikõlblik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>esineja tasu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 sihtrühmale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 kõikides tegevustes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 xml:space="preserve">, mitte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>ainult punktides 3.5.2.1.1 ja 3.5.2.1.2 nimetatud tegevuses</w:t>
      </w:r>
      <w:r w:rsidRPr="00552D37">
        <w:rPr>
          <w:rFonts w:ascii="Times New Roman" w:eastAsia="Times New Roman" w:hAnsi="Times New Roman" w:cs="Times New Roman"/>
          <w:sz w:val="24"/>
          <w:szCs w:val="24"/>
          <w:lang w:eastAsia="et-EE"/>
          <w14:ligatures w14:val="none"/>
        </w:rPr>
        <w:t>.</w:t>
      </w:r>
    </w:p>
    <w:p w14:paraId="79C32BC4" w14:textId="77777777" w:rsidR="00CA5D51" w:rsidRDefault="00CA5D51" w:rsidP="00FE6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884593" w14:textId="77777777" w:rsidR="00997D0C" w:rsidRDefault="00997D0C" w:rsidP="00CA5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2ECB9" w14:textId="58FA1F1B" w:rsidR="00CA5D51" w:rsidRDefault="00CA5D51" w:rsidP="00CA5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6F04C0D" w14:textId="77777777" w:rsidR="00CA5D51" w:rsidRDefault="00CA5D51" w:rsidP="00CA5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A25634" w14:textId="77777777" w:rsidR="00CA5D51" w:rsidRDefault="00CA5D51" w:rsidP="00CA5D5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A5D51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76C433BE" w14:textId="16C802E3" w:rsidR="00997D0C" w:rsidRDefault="00CA5D51" w:rsidP="00CA5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Veikko Luhalaid</w:t>
      </w:r>
    </w:p>
    <w:p w14:paraId="69979EB9" w14:textId="4617B6AE" w:rsidR="00CA5D51" w:rsidRDefault="00997D0C" w:rsidP="00CA5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A5D51">
        <w:rPr>
          <w:rFonts w:ascii="Times New Roman" w:hAnsi="Times New Roman" w:cs="Times New Roman"/>
          <w:sz w:val="24"/>
          <w:szCs w:val="24"/>
        </w:rPr>
        <w:t>egevdirektor</w:t>
      </w:r>
    </w:p>
    <w:p w14:paraId="132535AB" w14:textId="77777777" w:rsidR="00C666D0" w:rsidRDefault="00C666D0" w:rsidP="00CA5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C4AF02" w14:textId="77777777" w:rsidR="00997D0C" w:rsidRDefault="00997D0C" w:rsidP="00C66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D04A7" w14:textId="77777777" w:rsidR="00997D0C" w:rsidRDefault="00997D0C" w:rsidP="00C66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3CFAF9" w14:textId="77777777" w:rsidR="0006647F" w:rsidRDefault="0006647F" w:rsidP="00C66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386FE" w14:textId="407AA51C" w:rsidR="00CA5D51" w:rsidRPr="00CA5D51" w:rsidRDefault="00CA5D51" w:rsidP="00C66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Katre Mägi</w:t>
      </w:r>
      <w:r w:rsidR="00C666D0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C7184F">
          <w:rPr>
            <w:rStyle w:val="Hperlink"/>
            <w:rFonts w:ascii="Times New Roman" w:hAnsi="Times New Roman" w:cs="Times New Roman"/>
            <w:sz w:val="24"/>
            <w:szCs w:val="24"/>
          </w:rPr>
          <w:t>katre.magi@elvl.ee</w:t>
        </w:r>
      </w:hyperlink>
    </w:p>
    <w:sectPr w:rsidR="00CA5D51" w:rsidRPr="00CA5D51" w:rsidSect="00CC6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D5D9F" w14:textId="77777777" w:rsidR="008F3C46" w:rsidRDefault="008F3C46" w:rsidP="00CC6F01">
      <w:pPr>
        <w:spacing w:after="0" w:line="240" w:lineRule="auto"/>
      </w:pPr>
      <w:r>
        <w:separator/>
      </w:r>
    </w:p>
  </w:endnote>
  <w:endnote w:type="continuationSeparator" w:id="0">
    <w:p w14:paraId="4A232401" w14:textId="77777777" w:rsidR="008F3C46" w:rsidRDefault="008F3C46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5A30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CC8F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1B6CF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5DFECD3C" w14:textId="77777777" w:rsidR="00CC6F01" w:rsidRPr="00B35229" w:rsidRDefault="00A851FB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13144CD1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0CD3B57C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4B509" w14:textId="77777777" w:rsidR="008F3C46" w:rsidRDefault="008F3C46" w:rsidP="00CC6F01">
      <w:pPr>
        <w:spacing w:after="0" w:line="240" w:lineRule="auto"/>
      </w:pPr>
      <w:r>
        <w:separator/>
      </w:r>
    </w:p>
  </w:footnote>
  <w:footnote w:type="continuationSeparator" w:id="0">
    <w:p w14:paraId="0CACBC7C" w14:textId="77777777" w:rsidR="008F3C46" w:rsidRDefault="008F3C46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4CBDE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1610F" w14:textId="77777777" w:rsidR="00CC6F01" w:rsidRDefault="00CC6F01">
    <w:pPr>
      <w:pStyle w:val="Pis"/>
    </w:pPr>
  </w:p>
  <w:p w14:paraId="7F055430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33FE3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3C30D0F4" wp14:editId="37CCFBAE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46"/>
    <w:rsid w:val="00004D3F"/>
    <w:rsid w:val="0003059F"/>
    <w:rsid w:val="0006647F"/>
    <w:rsid w:val="00091744"/>
    <w:rsid w:val="00165017"/>
    <w:rsid w:val="00184D57"/>
    <w:rsid w:val="00255A8F"/>
    <w:rsid w:val="002A3A29"/>
    <w:rsid w:val="002E50B2"/>
    <w:rsid w:val="003741E8"/>
    <w:rsid w:val="003E6A0F"/>
    <w:rsid w:val="003F07CD"/>
    <w:rsid w:val="004153BD"/>
    <w:rsid w:val="00442845"/>
    <w:rsid w:val="004B4032"/>
    <w:rsid w:val="00535A99"/>
    <w:rsid w:val="00643FEF"/>
    <w:rsid w:val="00683306"/>
    <w:rsid w:val="00813A54"/>
    <w:rsid w:val="008A4BA7"/>
    <w:rsid w:val="008F3C46"/>
    <w:rsid w:val="0096628E"/>
    <w:rsid w:val="00997D0C"/>
    <w:rsid w:val="00A851FB"/>
    <w:rsid w:val="00B85C1E"/>
    <w:rsid w:val="00C56B8A"/>
    <w:rsid w:val="00C6445F"/>
    <w:rsid w:val="00C666D0"/>
    <w:rsid w:val="00C8109F"/>
    <w:rsid w:val="00CA5D51"/>
    <w:rsid w:val="00CC6F01"/>
    <w:rsid w:val="00FE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DA4B3"/>
  <w15:docId w15:val="{B49EE1F7-A210-4CE3-A8F6-C49C0871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3A5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5D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A5D5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C6445F"/>
    <w:pPr>
      <w:spacing w:after="0" w:line="240" w:lineRule="auto"/>
      <w:ind w:left="720"/>
      <w:contextualSpacing/>
    </w:pPr>
    <w:rPr>
      <w:rFonts w:ascii="Aptos" w:hAnsi="Aptos" w:cs="Apto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3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atre.magi@elv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e.magi\OneDrive%20-%20KOV%20IT\T&#246;&#246;laud\ELVL%2013.12.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9" ma:contentTypeDescription="Loo uus dokument" ma:contentTypeScope="" ma:versionID="04fc6977a6f22b3bf709b6201cc5167e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c02d94989fb2733ea2d1ab1ff56f1960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Props1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0FFC05-61D6-4327-800F-5D7F83693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13.12.2024</Template>
  <TotalTime>30</TotalTime>
  <Pages>1</Pages>
  <Words>201</Words>
  <Characters>1167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Katre Mägi</dc:creator>
  <cp:lastModifiedBy>Inga Köster</cp:lastModifiedBy>
  <cp:revision>8</cp:revision>
  <dcterms:created xsi:type="dcterms:W3CDTF">2024-12-13T11:40:00Z</dcterms:created>
  <dcterms:modified xsi:type="dcterms:W3CDTF">2024-12-13T12:38:00Z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